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66D" w:rsidRDefault="0007566D">
      <w:pPr>
        <w:rPr>
          <w:rFonts w:ascii="Arial" w:hAnsi="Arial" w:cs="Arial"/>
          <w:b/>
          <w:bCs/>
          <w:color w:val="000000"/>
          <w:sz w:val="20"/>
          <w:szCs w:val="20"/>
          <w:lang w:val="de-DE"/>
        </w:rPr>
      </w:pPr>
    </w:p>
    <w:p w:rsidR="0007566D" w:rsidRDefault="0007566D">
      <w:pPr>
        <w:rPr>
          <w:rFonts w:ascii="Arial" w:hAnsi="Arial" w:cs="Arial"/>
          <w:b/>
          <w:bCs/>
          <w:color w:val="000000"/>
          <w:sz w:val="20"/>
          <w:szCs w:val="20"/>
          <w:lang w:val="de-DE"/>
        </w:rPr>
      </w:pPr>
    </w:p>
    <w:p w:rsidR="0007566D" w:rsidRDefault="0007566D">
      <w:pPr>
        <w:rPr>
          <w:rFonts w:ascii="Arial" w:hAnsi="Arial" w:cs="Arial"/>
          <w:b/>
          <w:bCs/>
          <w:color w:val="000000"/>
          <w:sz w:val="20"/>
          <w:szCs w:val="20"/>
          <w:lang w:val="de-DE"/>
        </w:rPr>
      </w:pPr>
    </w:p>
    <w:p w:rsidR="0007566D" w:rsidRDefault="0007566D">
      <w:pPr>
        <w:rPr>
          <w:rFonts w:ascii="Arial" w:hAnsi="Arial" w:cs="Arial"/>
          <w:sz w:val="20"/>
          <w:szCs w:val="20"/>
        </w:rPr>
      </w:pPr>
    </w:p>
    <w:p w:rsidR="0007566D" w:rsidRDefault="0007566D">
      <w:pPr>
        <w:pStyle w:val="Heading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REPUBLIKA HRVATSKA </w:t>
      </w:r>
    </w:p>
    <w:p w:rsidR="0007566D" w:rsidRDefault="0007566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SISAČKO-MOSLAVAČKA ŽUPANIJA</w:t>
      </w:r>
    </w:p>
    <w:p w:rsidR="0007566D" w:rsidRDefault="0007566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OPĆINA HRVATSKA DUBICA</w:t>
      </w:r>
    </w:p>
    <w:p w:rsidR="0007566D" w:rsidRDefault="0007566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Mandatno povjerenstvo</w:t>
      </w:r>
    </w:p>
    <w:p w:rsidR="0007566D" w:rsidRDefault="0007566D">
      <w:pPr>
        <w:rPr>
          <w:rFonts w:ascii="Arial" w:hAnsi="Arial" w:cs="Arial"/>
          <w:b/>
          <w:bCs/>
          <w:sz w:val="22"/>
          <w:szCs w:val="22"/>
        </w:rPr>
      </w:pPr>
    </w:p>
    <w:p w:rsidR="0007566D" w:rsidRDefault="000756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KLASA: 021-05/17-05/01</w:t>
      </w:r>
    </w:p>
    <w:p w:rsidR="0007566D" w:rsidRDefault="000756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UR.BROJ: 2176/10-02-17-24</w:t>
      </w:r>
    </w:p>
    <w:p w:rsidR="0007566D" w:rsidRDefault="000756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Hrv. Dubica, 12.06.2017. godine</w:t>
      </w:r>
    </w:p>
    <w:p w:rsidR="0007566D" w:rsidRDefault="0007566D">
      <w:pPr>
        <w:rPr>
          <w:rFonts w:ascii="Arial" w:hAnsi="Arial" w:cs="Arial"/>
          <w:sz w:val="22"/>
          <w:szCs w:val="22"/>
        </w:rPr>
      </w:pPr>
    </w:p>
    <w:p w:rsidR="0007566D" w:rsidRDefault="0007566D">
      <w:pPr>
        <w:pStyle w:val="NoSpacing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Na temelju članka 5. Poslovnika Općinskog vijeća Općine Hrvatska Dubica («Službeni vjesnik» broj: 7/13) Mandatno povjerenstvo, na Konstituirajućoj sjednici Općinskog vijeća Općine Hrvatska Dubica, održanoj </w:t>
      </w:r>
      <w:r>
        <w:rPr>
          <w:rFonts w:ascii="Arial" w:hAnsi="Arial" w:cs="Arial"/>
          <w:b/>
          <w:bCs/>
          <w:sz w:val="22"/>
          <w:szCs w:val="22"/>
        </w:rPr>
        <w:t>12. lipnja 2017. godine,</w:t>
      </w:r>
      <w:r>
        <w:rPr>
          <w:rFonts w:ascii="Arial" w:hAnsi="Arial" w:cs="Arial"/>
          <w:sz w:val="22"/>
          <w:szCs w:val="22"/>
        </w:rPr>
        <w:t xml:space="preserve"> razmatralo je rezultate glasovanja za izbor članica/članova Općinskog vijeća Općine Hrvatska Dubica, na izborima održanim 21. svibnja 2017. godine, a temeljem konačnih rezultata izbora za članice/članove Općinskog vijeća Općine Hrvatska Dubica (KLASA: 013-01/17-02/01, URBROJ: 2176/10-06-17-175 od 26.05.2017. godine), te dostavljenih očitovanja o zamjenama izabranih vijećnika čiji mandati miruju, podnosi</w:t>
      </w:r>
    </w:p>
    <w:p w:rsidR="0007566D" w:rsidRDefault="0007566D">
      <w:pPr>
        <w:pStyle w:val="NoSpacing"/>
        <w:jc w:val="both"/>
        <w:rPr>
          <w:rFonts w:ascii="Arial" w:hAnsi="Arial" w:cs="Arial"/>
          <w:b/>
          <w:bCs/>
          <w:sz w:val="22"/>
          <w:szCs w:val="22"/>
        </w:rPr>
      </w:pPr>
    </w:p>
    <w:p w:rsidR="0007566D" w:rsidRDefault="0007566D">
      <w:pPr>
        <w:jc w:val="center"/>
        <w:rPr>
          <w:rFonts w:ascii="Arial" w:hAnsi="Arial" w:cs="Arial"/>
          <w:sz w:val="20"/>
          <w:szCs w:val="20"/>
        </w:rPr>
      </w:pPr>
    </w:p>
    <w:p w:rsidR="0007566D" w:rsidRDefault="0007566D">
      <w:pPr>
        <w:pStyle w:val="Heading4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I Z V J E Š Ć E</w:t>
      </w:r>
    </w:p>
    <w:p w:rsidR="0007566D" w:rsidRDefault="0007566D">
      <w:pPr>
        <w:jc w:val="center"/>
        <w:rPr>
          <w:rFonts w:ascii="Arial" w:hAnsi="Arial" w:cs="Arial"/>
          <w:sz w:val="20"/>
          <w:szCs w:val="20"/>
        </w:rPr>
      </w:pPr>
    </w:p>
    <w:p w:rsidR="0007566D" w:rsidRDefault="0007566D">
      <w:pPr>
        <w:pStyle w:val="Heading2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I</w:t>
      </w:r>
    </w:p>
    <w:p w:rsidR="0007566D" w:rsidRDefault="0007566D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07566D" w:rsidRDefault="0007566D">
      <w:pPr>
        <w:pStyle w:val="NoSpacing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 Izbori za članice/članove predstavničkog tijela, Općinskog vijeće Općine Hrvatska Dubica, održani su dana 21. svibnja 2017. godine, a provedeni su sukladno Zakonu o lokalnim izborima („Narodne novine« broj:  144/12 i 121/16 – u nastavku: Zakon o lokalnim izborima).</w:t>
      </w:r>
    </w:p>
    <w:p w:rsidR="0007566D" w:rsidRDefault="0007566D">
      <w:pPr>
        <w:spacing w:after="30"/>
        <w:ind w:right="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7566D" w:rsidRDefault="0007566D">
      <w:pPr>
        <w:spacing w:line="150" w:lineRule="exact"/>
        <w:rPr>
          <w:sz w:val="22"/>
          <w:szCs w:val="22"/>
        </w:rPr>
      </w:pPr>
    </w:p>
    <w:tbl>
      <w:tblPr>
        <w:tblW w:w="9640" w:type="dxa"/>
        <w:tblInd w:w="-106" w:type="dxa"/>
        <w:tblLayout w:type="fixed"/>
        <w:tblLook w:val="0000"/>
      </w:tblPr>
      <w:tblGrid>
        <w:gridCol w:w="360"/>
        <w:gridCol w:w="9280"/>
      </w:tblGrid>
      <w:tr w:rsidR="0007566D">
        <w:trPr>
          <w:cantSplit/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II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8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07566D" w:rsidRDefault="0007566D">
            <w:pPr>
              <w:spacing w:line="23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Od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ukupno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1.753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bira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upisanih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popis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bira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glasovalo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je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bira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odnosno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56,30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%,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od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ega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je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prema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glasa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kim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listi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ć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ima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glasovalo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bira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odnosno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56,30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%.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Važećih listića bilo je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DE"/>
              </w:rPr>
              <w:t>955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odnosno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DE"/>
              </w:rPr>
              <w:t>96,76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%. Nevažećih je bilo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DE"/>
              </w:rPr>
              <w:t>32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listića, odnosno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de-DE"/>
              </w:rPr>
              <w:t>3,24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%.</w:t>
            </w:r>
          </w:p>
          <w:p w:rsidR="0007566D" w:rsidRDefault="0007566D">
            <w:pPr>
              <w:spacing w:line="23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</w:p>
        </w:tc>
      </w:tr>
      <w:tr w:rsidR="0007566D">
        <w:trPr>
          <w:cantSplit/>
          <w:trHeight w:val="4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rPr>
                <w:sz w:val="20"/>
                <w:szCs w:val="20"/>
              </w:rPr>
            </w:pPr>
          </w:p>
        </w:tc>
        <w:tc>
          <w:tcPr>
            <w:tcW w:w="928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rPr>
                <w:sz w:val="20"/>
                <w:szCs w:val="20"/>
              </w:rPr>
            </w:pPr>
          </w:p>
        </w:tc>
      </w:tr>
      <w:tr w:rsidR="0007566D">
        <w:trPr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</w:p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7566D" w:rsidRDefault="000756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</w:p>
          <w:p w:rsidR="0007566D" w:rsidRDefault="000756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III. Pojedine kandidacijske liste dobile su sljedeći broj glasova:</w:t>
            </w:r>
          </w:p>
          <w:p w:rsidR="0007566D" w:rsidRDefault="000756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</w:p>
        </w:tc>
      </w:tr>
    </w:tbl>
    <w:p w:rsidR="0007566D" w:rsidRDefault="0007566D">
      <w:pPr>
        <w:spacing w:line="105" w:lineRule="exac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Ind w:w="6" w:type="dxa"/>
              <w:tblLayout w:type="fixed"/>
              <w:tblLook w:val="0000"/>
            </w:tblPr>
            <w:tblGrid>
              <w:gridCol w:w="6580"/>
              <w:gridCol w:w="900"/>
              <w:gridCol w:w="800"/>
              <w:gridCol w:w="860"/>
            </w:tblGrid>
            <w:tr w:rsidR="0007566D">
              <w:trPr>
                <w:trHeight w:val="280"/>
              </w:trPr>
              <w:tc>
                <w:tcPr>
                  <w:tcW w:w="6580" w:type="dxa"/>
                </w:tcPr>
                <w:p w:rsidR="0007566D" w:rsidRDefault="0007566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KANDIDACIJSKA LISTA GRUPE BIRAČA</w:t>
                  </w:r>
                </w:p>
              </w:tc>
              <w:tc>
                <w:tcPr>
                  <w:tcW w:w="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400</w:t>
                  </w:r>
                </w:p>
              </w:tc>
              <w:tc>
                <w:tcPr>
                  <w:tcW w:w="80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glasova</w:t>
                  </w:r>
                </w:p>
              </w:tc>
              <w:tc>
                <w:tcPr>
                  <w:tcW w:w="860" w:type="dxa"/>
                  <w:tcMar>
                    <w:left w:w="4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41,88%</w:t>
                  </w:r>
                </w:p>
              </w:tc>
            </w:tr>
          </w:tbl>
          <w:p w:rsidR="0007566D" w:rsidRDefault="0007566D">
            <w:pPr>
              <w:rPr>
                <w:sz w:val="20"/>
                <w:szCs w:val="20"/>
              </w:rPr>
            </w:pPr>
          </w:p>
        </w:tc>
      </w:tr>
    </w:tbl>
    <w:p w:rsidR="0007566D" w:rsidRDefault="0007566D">
      <w:pPr>
        <w:spacing w:before="20" w:after="105"/>
        <w:ind w:left="540" w:right="20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Nositeljica liste: RUŽICA KARAGIĆ, dipl. oec.</w:t>
      </w: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cantSplit/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914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Ind w:w="6" w:type="dxa"/>
              <w:tblLayout w:type="fixed"/>
              <w:tblLook w:val="0000"/>
            </w:tblPr>
            <w:tblGrid>
              <w:gridCol w:w="6580"/>
              <w:gridCol w:w="900"/>
              <w:gridCol w:w="800"/>
              <w:gridCol w:w="860"/>
            </w:tblGrid>
            <w:tr w:rsidR="0007566D">
              <w:trPr>
                <w:trHeight w:val="280"/>
              </w:trPr>
              <w:tc>
                <w:tcPr>
                  <w:tcW w:w="6580" w:type="dxa"/>
                </w:tcPr>
                <w:p w:rsidR="0007566D" w:rsidRDefault="0007566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HRVATSKA DEMOKRATSKA ZAJEDNICA - HDZ</w:t>
                  </w:r>
                </w:p>
              </w:tc>
              <w:tc>
                <w:tcPr>
                  <w:tcW w:w="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de-DE"/>
                    </w:rPr>
                    <w:t>296</w:t>
                  </w:r>
                </w:p>
              </w:tc>
              <w:tc>
                <w:tcPr>
                  <w:tcW w:w="80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de-DE"/>
                    </w:rPr>
                    <w:t>glasova</w:t>
                  </w:r>
                </w:p>
              </w:tc>
              <w:tc>
                <w:tcPr>
                  <w:tcW w:w="860" w:type="dxa"/>
                  <w:tcMar>
                    <w:left w:w="4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de-DE"/>
                    </w:rPr>
                    <w:t>30,99%</w:t>
                  </w:r>
                </w:p>
              </w:tc>
            </w:tr>
            <w:tr w:rsidR="0007566D">
              <w:trPr>
                <w:trHeight w:val="280"/>
              </w:trPr>
              <w:tc>
                <w:tcPr>
                  <w:tcW w:w="6580" w:type="dxa"/>
                </w:tcPr>
                <w:p w:rsidR="0007566D" w:rsidRDefault="0007566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de-DE"/>
                    </w:rPr>
                    <w:t>HRVATSKA SELJAČKA STRANKA - HSS</w:t>
                  </w:r>
                </w:p>
              </w:tc>
              <w:tc>
                <w:tcPr>
                  <w:tcW w:w="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566D" w:rsidRDefault="0007566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80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860" w:type="dxa"/>
                  <w:tcMar>
                    <w:left w:w="40" w:type="dxa"/>
                  </w:tcMar>
                </w:tcPr>
                <w:p w:rsidR="0007566D" w:rsidRDefault="0007566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de-DE"/>
                    </w:rPr>
                  </w:pPr>
                </w:p>
              </w:tc>
            </w:tr>
            <w:tr w:rsidR="0007566D">
              <w:trPr>
                <w:trHeight w:val="280"/>
              </w:trPr>
              <w:tc>
                <w:tcPr>
                  <w:tcW w:w="6580" w:type="dxa"/>
                </w:tcPr>
                <w:p w:rsidR="0007566D" w:rsidRDefault="0007566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de-DE"/>
                    </w:rPr>
                    <w:t>HRVATSKA STRANKA PRAVA - HSP</w:t>
                  </w:r>
                </w:p>
              </w:tc>
              <w:tc>
                <w:tcPr>
                  <w:tcW w:w="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566D" w:rsidRDefault="0007566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80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860" w:type="dxa"/>
                  <w:tcMar>
                    <w:left w:w="40" w:type="dxa"/>
                  </w:tcMar>
                </w:tcPr>
                <w:p w:rsidR="0007566D" w:rsidRDefault="0007566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de-DE"/>
                    </w:rPr>
                  </w:pPr>
                </w:p>
              </w:tc>
            </w:tr>
          </w:tbl>
          <w:p w:rsidR="0007566D" w:rsidRDefault="0007566D">
            <w:pPr>
              <w:rPr>
                <w:sz w:val="20"/>
                <w:szCs w:val="20"/>
              </w:rPr>
            </w:pPr>
          </w:p>
        </w:tc>
      </w:tr>
      <w:tr w:rsidR="0007566D">
        <w:trPr>
          <w:cantSplit/>
          <w:trHeight w:val="5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rPr>
                <w:sz w:val="20"/>
                <w:szCs w:val="20"/>
              </w:rPr>
            </w:pPr>
          </w:p>
        </w:tc>
        <w:tc>
          <w:tcPr>
            <w:tcW w:w="914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rPr>
                <w:sz w:val="20"/>
                <w:szCs w:val="20"/>
              </w:rPr>
            </w:pPr>
          </w:p>
        </w:tc>
      </w:tr>
    </w:tbl>
    <w:p w:rsidR="0007566D" w:rsidRDefault="0007566D">
      <w:pPr>
        <w:spacing w:before="20" w:after="105"/>
        <w:ind w:left="540" w:right="20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Nositelj liste: TOMISLAV MATELJAK</w:t>
      </w: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3.</w:t>
            </w: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Ind w:w="6" w:type="dxa"/>
              <w:tblLayout w:type="fixed"/>
              <w:tblLook w:val="0000"/>
            </w:tblPr>
            <w:tblGrid>
              <w:gridCol w:w="6580"/>
              <w:gridCol w:w="900"/>
              <w:gridCol w:w="800"/>
              <w:gridCol w:w="860"/>
            </w:tblGrid>
            <w:tr w:rsidR="0007566D">
              <w:trPr>
                <w:trHeight w:val="280"/>
              </w:trPr>
              <w:tc>
                <w:tcPr>
                  <w:tcW w:w="6580" w:type="dxa"/>
                </w:tcPr>
                <w:p w:rsidR="0007566D" w:rsidRDefault="0007566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KANDIDACIJSKA LISTA GRUPE BIRAČA</w:t>
                  </w:r>
                </w:p>
              </w:tc>
              <w:tc>
                <w:tcPr>
                  <w:tcW w:w="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87</w:t>
                  </w:r>
                </w:p>
              </w:tc>
              <w:tc>
                <w:tcPr>
                  <w:tcW w:w="80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glasova</w:t>
                  </w:r>
                </w:p>
              </w:tc>
              <w:tc>
                <w:tcPr>
                  <w:tcW w:w="860" w:type="dxa"/>
                  <w:tcMar>
                    <w:left w:w="4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9,10%</w:t>
                  </w:r>
                </w:p>
              </w:tc>
            </w:tr>
          </w:tbl>
          <w:p w:rsidR="0007566D" w:rsidRDefault="0007566D">
            <w:pPr>
              <w:rPr>
                <w:sz w:val="20"/>
                <w:szCs w:val="20"/>
              </w:rPr>
            </w:pPr>
          </w:p>
        </w:tc>
      </w:tr>
    </w:tbl>
    <w:p w:rsidR="0007566D" w:rsidRDefault="0007566D">
      <w:pPr>
        <w:spacing w:before="20" w:after="105"/>
        <w:ind w:left="540" w:right="20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Nositelj liste: MATIJA REIZOVIĆ</w:t>
      </w: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4.</w:t>
            </w: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Ind w:w="6" w:type="dxa"/>
              <w:tblLayout w:type="fixed"/>
              <w:tblLook w:val="0000"/>
            </w:tblPr>
            <w:tblGrid>
              <w:gridCol w:w="6580"/>
              <w:gridCol w:w="900"/>
              <w:gridCol w:w="800"/>
              <w:gridCol w:w="860"/>
            </w:tblGrid>
            <w:tr w:rsidR="0007566D">
              <w:trPr>
                <w:trHeight w:val="280"/>
              </w:trPr>
              <w:tc>
                <w:tcPr>
                  <w:tcW w:w="6580" w:type="dxa"/>
                </w:tcPr>
                <w:p w:rsidR="0007566D" w:rsidRDefault="0007566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SOCIJALDEMOKRATSKA PARTIJA HRVATSKE - SDP</w:t>
                  </w:r>
                </w:p>
              </w:tc>
              <w:tc>
                <w:tcPr>
                  <w:tcW w:w="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74</w:t>
                  </w:r>
                </w:p>
              </w:tc>
              <w:tc>
                <w:tcPr>
                  <w:tcW w:w="80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glasova</w:t>
                  </w:r>
                </w:p>
              </w:tc>
              <w:tc>
                <w:tcPr>
                  <w:tcW w:w="860" w:type="dxa"/>
                  <w:tcMar>
                    <w:left w:w="4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7,74%</w:t>
                  </w:r>
                </w:p>
              </w:tc>
            </w:tr>
          </w:tbl>
          <w:p w:rsidR="0007566D" w:rsidRDefault="0007566D">
            <w:pPr>
              <w:rPr>
                <w:sz w:val="20"/>
                <w:szCs w:val="20"/>
              </w:rPr>
            </w:pPr>
          </w:p>
        </w:tc>
      </w:tr>
    </w:tbl>
    <w:p w:rsidR="0007566D" w:rsidRDefault="0007566D">
      <w:pPr>
        <w:spacing w:before="20" w:after="105"/>
        <w:ind w:left="540" w:right="20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Nositeljica liste: SNJEŽANA TEPIĆ</w:t>
      </w: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Ind w:w="6" w:type="dxa"/>
              <w:tblLayout w:type="fixed"/>
              <w:tblLook w:val="0000"/>
            </w:tblPr>
            <w:tblGrid>
              <w:gridCol w:w="6580"/>
              <w:gridCol w:w="900"/>
              <w:gridCol w:w="800"/>
              <w:gridCol w:w="860"/>
            </w:tblGrid>
            <w:tr w:rsidR="0007566D">
              <w:trPr>
                <w:trHeight w:val="280"/>
              </w:trPr>
              <w:tc>
                <w:tcPr>
                  <w:tcW w:w="6580" w:type="dxa"/>
                </w:tcPr>
                <w:p w:rsidR="0007566D" w:rsidRDefault="0007566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HRVATSKA ČISTA STRANKA PRAVA - HČSP</w:t>
                  </w:r>
                </w:p>
              </w:tc>
              <w:tc>
                <w:tcPr>
                  <w:tcW w:w="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61</w:t>
                  </w:r>
                </w:p>
              </w:tc>
              <w:tc>
                <w:tcPr>
                  <w:tcW w:w="80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glasova</w:t>
                  </w:r>
                </w:p>
              </w:tc>
              <w:tc>
                <w:tcPr>
                  <w:tcW w:w="860" w:type="dxa"/>
                  <w:tcMar>
                    <w:left w:w="4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6,38%</w:t>
                  </w:r>
                </w:p>
              </w:tc>
            </w:tr>
          </w:tbl>
          <w:p w:rsidR="0007566D" w:rsidRDefault="0007566D">
            <w:pPr>
              <w:rPr>
                <w:sz w:val="20"/>
                <w:szCs w:val="20"/>
              </w:rPr>
            </w:pPr>
          </w:p>
        </w:tc>
      </w:tr>
    </w:tbl>
    <w:p w:rsidR="0007566D" w:rsidRDefault="0007566D">
      <w:pPr>
        <w:spacing w:before="20" w:after="105"/>
        <w:ind w:left="540" w:right="20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Nositelj liste: MIJO RUF</w:t>
      </w: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6.</w:t>
            </w: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Ind w:w="6" w:type="dxa"/>
              <w:tblLayout w:type="fixed"/>
              <w:tblLook w:val="0000"/>
            </w:tblPr>
            <w:tblGrid>
              <w:gridCol w:w="6580"/>
              <w:gridCol w:w="900"/>
              <w:gridCol w:w="800"/>
              <w:gridCol w:w="860"/>
            </w:tblGrid>
            <w:tr w:rsidR="0007566D">
              <w:trPr>
                <w:trHeight w:val="280"/>
              </w:trPr>
              <w:tc>
                <w:tcPr>
                  <w:tcW w:w="6580" w:type="dxa"/>
                </w:tcPr>
                <w:p w:rsidR="0007566D" w:rsidRDefault="0007566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SAMOSTALNA DEMOKRATSKA SRPSKA STRANKA - SDSS</w:t>
                  </w:r>
                </w:p>
              </w:tc>
              <w:tc>
                <w:tcPr>
                  <w:tcW w:w="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37</w:t>
                  </w:r>
                </w:p>
              </w:tc>
              <w:tc>
                <w:tcPr>
                  <w:tcW w:w="80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glasova</w:t>
                  </w:r>
                </w:p>
              </w:tc>
              <w:tc>
                <w:tcPr>
                  <w:tcW w:w="860" w:type="dxa"/>
                  <w:tcMar>
                    <w:left w:w="40" w:type="dxa"/>
                  </w:tcMar>
                </w:tcPr>
                <w:p w:rsidR="0007566D" w:rsidRDefault="0007566D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n-US"/>
                    </w:rPr>
                    <w:t>3,87%</w:t>
                  </w:r>
                </w:p>
              </w:tc>
            </w:tr>
          </w:tbl>
          <w:p w:rsidR="0007566D" w:rsidRDefault="0007566D">
            <w:pPr>
              <w:rPr>
                <w:sz w:val="20"/>
                <w:szCs w:val="20"/>
              </w:rPr>
            </w:pPr>
          </w:p>
        </w:tc>
      </w:tr>
    </w:tbl>
    <w:p w:rsidR="0007566D" w:rsidRDefault="0007566D">
      <w:pPr>
        <w:spacing w:before="20"/>
        <w:ind w:left="540" w:right="20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Nositelj liste: ŽELJKO RADMANOVIĆ</w:t>
      </w:r>
    </w:p>
    <w:tbl>
      <w:tblPr>
        <w:tblW w:w="9640" w:type="dxa"/>
        <w:tblInd w:w="-106" w:type="dxa"/>
        <w:tblLayout w:type="fixed"/>
        <w:tblLook w:val="0000"/>
      </w:tblPr>
      <w:tblGrid>
        <w:gridCol w:w="360"/>
        <w:gridCol w:w="9280"/>
      </w:tblGrid>
      <w:tr w:rsidR="0007566D">
        <w:trPr>
          <w:cantSplit/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IV.</w:t>
            </w:r>
          </w:p>
        </w:tc>
        <w:tc>
          <w:tcPr>
            <w:tcW w:w="928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07566D" w:rsidRDefault="0007566D">
            <w:pPr>
              <w:spacing w:line="23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Na osnovi članka 84. stavka 1. Zakona o lokalnim izborima, kandidacijske liste koje sudjeluju u diobi mjesta u općinskom vijeću su:</w:t>
            </w:r>
          </w:p>
        </w:tc>
      </w:tr>
      <w:tr w:rsidR="0007566D">
        <w:trPr>
          <w:cantSplit/>
          <w:trHeight w:val="16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rPr>
                <w:sz w:val="20"/>
                <w:szCs w:val="20"/>
              </w:rPr>
            </w:pPr>
          </w:p>
        </w:tc>
        <w:tc>
          <w:tcPr>
            <w:tcW w:w="928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rPr>
                <w:sz w:val="20"/>
                <w:szCs w:val="20"/>
              </w:rPr>
            </w:pPr>
          </w:p>
        </w:tc>
      </w:tr>
    </w:tbl>
    <w:p w:rsidR="0007566D" w:rsidRDefault="0007566D">
      <w:pPr>
        <w:ind w:right="20"/>
        <w:rPr>
          <w:rFonts w:ascii="Arial" w:hAnsi="Arial" w:cs="Arial"/>
          <w:color w:val="000000"/>
          <w:sz w:val="20"/>
          <w:szCs w:val="20"/>
          <w:lang w:val="de-DE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1.</w:t>
            </w: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spacing w:after="30"/>
              <w:ind w:left="4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KANDIDACIJSKA LISTA GRUPE BIRAČA</w:t>
            </w:r>
          </w:p>
        </w:tc>
      </w:tr>
    </w:tbl>
    <w:p w:rsidR="0007566D" w:rsidRDefault="0007566D">
      <w:pPr>
        <w:spacing w:before="20"/>
        <w:ind w:left="540" w:right="20"/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t>Nositeljica liste: RUŽICA KARAGIĆ, dipl. oec.</w:t>
      </w:r>
    </w:p>
    <w:p w:rsidR="0007566D" w:rsidRDefault="0007566D">
      <w:pPr>
        <w:ind w:right="20"/>
        <w:rPr>
          <w:rFonts w:ascii="Arial" w:hAnsi="Arial" w:cs="Arial"/>
          <w:color w:val="000000"/>
          <w:sz w:val="20"/>
          <w:szCs w:val="20"/>
          <w:lang w:val="de-DE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cantSplit/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2.</w:t>
            </w:r>
          </w:p>
        </w:tc>
        <w:tc>
          <w:tcPr>
            <w:tcW w:w="914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spacing w:after="30"/>
              <w:ind w:left="4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HRVATSKA DEMOKRATSKA ZAJEDNICA - HDZ</w:t>
            </w:r>
          </w:p>
          <w:p w:rsidR="0007566D" w:rsidRDefault="0007566D">
            <w:pPr>
              <w:spacing w:after="30"/>
              <w:ind w:left="4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HRVATSKA SELJAČKA STRANKA - HSS</w:t>
            </w:r>
          </w:p>
          <w:p w:rsidR="0007566D" w:rsidRDefault="0007566D">
            <w:pPr>
              <w:spacing w:after="30"/>
              <w:ind w:left="4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HRVATSKA STRANKA PRAVA - HSP</w:t>
            </w:r>
          </w:p>
        </w:tc>
      </w:tr>
      <w:tr w:rsidR="0007566D">
        <w:trPr>
          <w:cantSplit/>
          <w:trHeight w:val="5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rPr>
                <w:sz w:val="20"/>
                <w:szCs w:val="20"/>
              </w:rPr>
            </w:pPr>
          </w:p>
        </w:tc>
        <w:tc>
          <w:tcPr>
            <w:tcW w:w="914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rPr>
                <w:sz w:val="20"/>
                <w:szCs w:val="20"/>
              </w:rPr>
            </w:pPr>
          </w:p>
        </w:tc>
      </w:tr>
    </w:tbl>
    <w:p w:rsidR="0007566D" w:rsidRDefault="0007566D">
      <w:pPr>
        <w:spacing w:before="20"/>
        <w:ind w:left="540" w:right="20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Nositelj liste: TOMISLAV MATELJAK</w:t>
      </w:r>
    </w:p>
    <w:p w:rsidR="0007566D" w:rsidRDefault="0007566D">
      <w:pPr>
        <w:spacing w:before="20"/>
        <w:ind w:left="540" w:right="20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spacing w:after="30"/>
              <w:ind w:left="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KANDIDACIJSKA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LISTA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GRUPE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BIRA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</w:t>
            </w:r>
          </w:p>
        </w:tc>
      </w:tr>
    </w:tbl>
    <w:p w:rsidR="0007566D" w:rsidRDefault="0007566D">
      <w:pPr>
        <w:spacing w:before="20"/>
        <w:ind w:left="540" w:right="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Nositelj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US"/>
        </w:rPr>
        <w:t>liste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lang w:val="en-US"/>
        </w:rPr>
        <w:t>MATIJA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US"/>
        </w:rPr>
        <w:t>REIZOVI</w:t>
      </w:r>
      <w:r>
        <w:rPr>
          <w:rFonts w:ascii="Arial" w:hAnsi="Arial" w:cs="Arial"/>
          <w:color w:val="000000"/>
          <w:sz w:val="20"/>
          <w:szCs w:val="20"/>
        </w:rPr>
        <w:t>Ć</w:t>
      </w:r>
    </w:p>
    <w:p w:rsidR="0007566D" w:rsidRDefault="0007566D">
      <w:pPr>
        <w:ind w:right="20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spacing w:after="30"/>
              <w:ind w:left="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SOCIJALDEMOKRATSKA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PARTIJA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HRVATSKE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SDP</w:t>
            </w:r>
          </w:p>
        </w:tc>
      </w:tr>
    </w:tbl>
    <w:p w:rsidR="0007566D" w:rsidRDefault="0007566D">
      <w:pPr>
        <w:spacing w:before="20"/>
        <w:ind w:left="540" w:right="20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Nositeljica liste: SNJEŽANA TEPIĆ</w:t>
      </w:r>
    </w:p>
    <w:p w:rsidR="0007566D" w:rsidRDefault="0007566D">
      <w:pPr>
        <w:ind w:right="20"/>
        <w:rPr>
          <w:rFonts w:ascii="Arial" w:hAnsi="Arial" w:cs="Arial"/>
          <w:color w:val="000000"/>
          <w:sz w:val="20"/>
          <w:szCs w:val="20"/>
          <w:lang w:val="en-U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spacing w:after="30"/>
              <w:ind w:left="4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HRVATSKA ČISTA STRANKA PRAVA - HČSP</w:t>
            </w:r>
          </w:p>
        </w:tc>
      </w:tr>
    </w:tbl>
    <w:p w:rsidR="0007566D" w:rsidRDefault="0007566D">
      <w:pPr>
        <w:spacing w:before="20"/>
        <w:ind w:left="540" w:right="20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Nositelj liste: MIJO RUF</w:t>
      </w:r>
    </w:p>
    <w:p w:rsidR="0007566D" w:rsidRDefault="0007566D">
      <w:pPr>
        <w:ind w:right="20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07566D" w:rsidRDefault="0007566D">
      <w:pPr>
        <w:ind w:right="20"/>
        <w:jc w:val="center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II</w:t>
      </w:r>
    </w:p>
    <w:p w:rsidR="0007566D" w:rsidRDefault="0007566D">
      <w:pPr>
        <w:ind w:right="20"/>
        <w:rPr>
          <w:rFonts w:ascii="Arial" w:hAnsi="Arial" w:cs="Arial"/>
          <w:color w:val="000000"/>
          <w:sz w:val="20"/>
          <w:szCs w:val="20"/>
          <w:lang w:val="en-U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360"/>
        <w:gridCol w:w="9280"/>
      </w:tblGrid>
      <w:tr w:rsidR="0007566D">
        <w:trPr>
          <w:cantSplit/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V.</w:t>
            </w:r>
          </w:p>
        </w:tc>
        <w:tc>
          <w:tcPr>
            <w:tcW w:w="928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07566D" w:rsidRDefault="0007566D">
            <w:pPr>
              <w:spacing w:line="23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Na osnovi članka 84. stavka 2. i članka 85. Zakona o lokalnim izborima, utvrđuje se da su pojedine kandidacijske liste dobile sljedeći broj mjesta u općinskom vijeću:</w:t>
            </w:r>
          </w:p>
        </w:tc>
      </w:tr>
      <w:tr w:rsidR="0007566D">
        <w:trPr>
          <w:cantSplit/>
          <w:trHeight w:val="16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rPr>
                <w:sz w:val="20"/>
                <w:szCs w:val="20"/>
              </w:rPr>
            </w:pPr>
          </w:p>
        </w:tc>
        <w:tc>
          <w:tcPr>
            <w:tcW w:w="928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rPr>
                <w:sz w:val="20"/>
                <w:szCs w:val="20"/>
              </w:rPr>
            </w:pPr>
          </w:p>
        </w:tc>
      </w:tr>
    </w:tbl>
    <w:p w:rsidR="0007566D" w:rsidRDefault="0007566D">
      <w:pPr>
        <w:ind w:right="20"/>
        <w:rPr>
          <w:rFonts w:ascii="Arial" w:hAnsi="Arial" w:cs="Arial"/>
          <w:color w:val="000000"/>
          <w:sz w:val="20"/>
          <w:szCs w:val="20"/>
          <w:lang w:val="en-U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spacing w:after="30"/>
              <w:ind w:left="4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KANDIDACIJSKA LISTA GRUPE BIRAČA, nositeljice Ružice Karagić</w:t>
            </w:r>
          </w:p>
        </w:tc>
      </w:tr>
    </w:tbl>
    <w:p w:rsidR="0007566D" w:rsidRDefault="0007566D">
      <w:pPr>
        <w:spacing w:before="60" w:after="15"/>
        <w:ind w:left="540" w:right="20"/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t>dobila je 5  mjesta te su s te liste izabrani:</w:t>
      </w:r>
    </w:p>
    <w:tbl>
      <w:tblPr>
        <w:tblW w:w="0" w:type="auto"/>
        <w:tblInd w:w="-106" w:type="dxa"/>
        <w:tblLayout w:type="fixed"/>
        <w:tblLook w:val="0000"/>
      </w:tblPr>
      <w:tblGrid>
        <w:gridCol w:w="360"/>
        <w:gridCol w:w="8780"/>
      </w:tblGrid>
      <w:tr w:rsidR="0007566D">
        <w:trPr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1.</w:t>
            </w: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7566D" w:rsidRDefault="0007566D">
            <w:pP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RUŽICA KARAGIĆ, dipl. oec.</w:t>
            </w:r>
          </w:p>
        </w:tc>
      </w:tr>
      <w:tr w:rsidR="0007566D">
        <w:trPr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7566D" w:rsidRDefault="0007566D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MATEA CVITANOVIĆ, mag. oec.</w:t>
            </w:r>
          </w:p>
        </w:tc>
      </w:tr>
      <w:tr w:rsidR="0007566D">
        <w:trPr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3.</w:t>
            </w: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7566D" w:rsidRDefault="0007566D">
            <w:pP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KATA KARAGIĆ</w:t>
            </w:r>
          </w:p>
        </w:tc>
      </w:tr>
      <w:tr w:rsidR="0007566D">
        <w:trPr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4.</w:t>
            </w: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7566D" w:rsidRDefault="0007566D">
            <w:pP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DARKO ĆORIĆ</w:t>
            </w:r>
          </w:p>
        </w:tc>
      </w:tr>
      <w:tr w:rsidR="0007566D">
        <w:trPr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5.</w:t>
            </w: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7566D" w:rsidRDefault="0007566D">
            <w:pP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IGOR KUTLEŠIĆ</w:t>
            </w:r>
          </w:p>
        </w:tc>
      </w:tr>
    </w:tbl>
    <w:p w:rsidR="0007566D" w:rsidRDefault="0007566D">
      <w:pPr>
        <w:spacing w:line="150" w:lineRule="exac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7566D" w:rsidRDefault="0007566D">
      <w:pPr>
        <w:ind w:right="20"/>
        <w:rPr>
          <w:rFonts w:ascii="Arial" w:hAnsi="Arial" w:cs="Arial"/>
          <w:color w:val="000000"/>
          <w:sz w:val="20"/>
          <w:szCs w:val="20"/>
          <w:lang w:val="de-DE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cantSplit/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2.</w:t>
            </w:r>
          </w:p>
        </w:tc>
        <w:tc>
          <w:tcPr>
            <w:tcW w:w="914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spacing w:after="30"/>
              <w:ind w:left="4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HRVATSKA DEMOKRATSKA ZAJEDNICA - HDZ</w:t>
            </w:r>
          </w:p>
          <w:p w:rsidR="0007566D" w:rsidRDefault="0007566D">
            <w:pPr>
              <w:spacing w:after="30"/>
              <w:ind w:left="4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HRVATSKA SELJAČKA STRANKA - HSS</w:t>
            </w:r>
          </w:p>
          <w:p w:rsidR="0007566D" w:rsidRDefault="0007566D">
            <w:pPr>
              <w:spacing w:after="30"/>
              <w:ind w:left="4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HRVATSKA STRANKA PRAVA - HSP</w:t>
            </w:r>
          </w:p>
        </w:tc>
      </w:tr>
      <w:tr w:rsidR="0007566D">
        <w:trPr>
          <w:cantSplit/>
          <w:trHeight w:val="5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rPr>
                <w:sz w:val="20"/>
                <w:szCs w:val="20"/>
              </w:rPr>
            </w:pPr>
          </w:p>
        </w:tc>
        <w:tc>
          <w:tcPr>
            <w:tcW w:w="914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rPr>
                <w:sz w:val="20"/>
                <w:szCs w:val="20"/>
              </w:rPr>
            </w:pPr>
          </w:p>
        </w:tc>
      </w:tr>
    </w:tbl>
    <w:p w:rsidR="0007566D" w:rsidRDefault="0007566D">
      <w:pPr>
        <w:spacing w:before="60" w:after="15"/>
        <w:ind w:left="540" w:right="20"/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t>dobila je 4  mjesta te su s te liste izabrani:</w:t>
      </w:r>
    </w:p>
    <w:tbl>
      <w:tblPr>
        <w:tblW w:w="0" w:type="auto"/>
        <w:tblInd w:w="-106" w:type="dxa"/>
        <w:tblLayout w:type="fixed"/>
        <w:tblLook w:val="0000"/>
      </w:tblPr>
      <w:tblGrid>
        <w:gridCol w:w="360"/>
        <w:gridCol w:w="8780"/>
      </w:tblGrid>
      <w:tr w:rsidR="0007566D">
        <w:trPr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7566D" w:rsidRDefault="0007566D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TOMISLAV MATELJAK</w:t>
            </w:r>
          </w:p>
        </w:tc>
      </w:tr>
      <w:tr w:rsidR="0007566D">
        <w:trPr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7566D" w:rsidRDefault="0007566D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DARIO ABAZA</w:t>
            </w:r>
          </w:p>
        </w:tc>
      </w:tr>
      <w:tr w:rsidR="0007566D">
        <w:trPr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7566D" w:rsidRDefault="000756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MATIJA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Ć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ORI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Ć</w:t>
            </w:r>
          </w:p>
        </w:tc>
      </w:tr>
      <w:tr w:rsidR="0007566D">
        <w:trPr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7566D" w:rsidRDefault="000756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Ž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ELJKO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MILI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EVI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Ć</w:t>
            </w:r>
          </w:p>
        </w:tc>
      </w:tr>
    </w:tbl>
    <w:p w:rsidR="0007566D" w:rsidRDefault="0007566D">
      <w:pPr>
        <w:spacing w:line="150" w:lineRule="exac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07566D" w:rsidRDefault="0007566D">
      <w:pPr>
        <w:ind w:right="20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spacing w:after="30"/>
              <w:ind w:left="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KANDIDACIJSKA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LISTA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GRUPE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BIRA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nositelja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Matije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Reizovi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ć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a</w:t>
            </w:r>
          </w:p>
        </w:tc>
      </w:tr>
    </w:tbl>
    <w:p w:rsidR="0007566D" w:rsidRDefault="0007566D">
      <w:pPr>
        <w:spacing w:before="60" w:after="15"/>
        <w:ind w:left="540" w:right="20"/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t>dobila je 1  mjesto te je s te liste izabran:</w:t>
      </w:r>
    </w:p>
    <w:tbl>
      <w:tblPr>
        <w:tblW w:w="0" w:type="auto"/>
        <w:tblInd w:w="-106" w:type="dxa"/>
        <w:tblLayout w:type="fixed"/>
        <w:tblLook w:val="0000"/>
      </w:tblPr>
      <w:tblGrid>
        <w:gridCol w:w="360"/>
        <w:gridCol w:w="8780"/>
      </w:tblGrid>
      <w:tr w:rsidR="0007566D">
        <w:trPr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1.</w:t>
            </w: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7566D" w:rsidRDefault="0007566D">
            <w:pP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MATIJA REIZOVIĆ</w:t>
            </w:r>
          </w:p>
        </w:tc>
      </w:tr>
    </w:tbl>
    <w:p w:rsidR="0007566D" w:rsidRDefault="0007566D">
      <w:pPr>
        <w:spacing w:line="150" w:lineRule="exac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7566D" w:rsidRDefault="0007566D">
      <w:pPr>
        <w:ind w:right="20"/>
        <w:rPr>
          <w:rFonts w:ascii="Arial" w:hAnsi="Arial" w:cs="Arial"/>
          <w:color w:val="000000"/>
          <w:sz w:val="20"/>
          <w:szCs w:val="20"/>
          <w:lang w:val="de-DE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4.</w:t>
            </w: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spacing w:after="30"/>
              <w:ind w:left="4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SOCIJALDEMOKRATSKA PARTIJA HRVATSKE - SDP</w:t>
            </w:r>
          </w:p>
        </w:tc>
      </w:tr>
    </w:tbl>
    <w:p w:rsidR="0007566D" w:rsidRDefault="0007566D">
      <w:pPr>
        <w:spacing w:before="60" w:after="15"/>
        <w:ind w:left="540" w:right="20"/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t>dobila je 1  mjesto te je s te liste izabrana:</w:t>
      </w:r>
    </w:p>
    <w:tbl>
      <w:tblPr>
        <w:tblW w:w="0" w:type="auto"/>
        <w:tblInd w:w="-106" w:type="dxa"/>
        <w:tblLayout w:type="fixed"/>
        <w:tblLook w:val="0000"/>
      </w:tblPr>
      <w:tblGrid>
        <w:gridCol w:w="360"/>
        <w:gridCol w:w="8780"/>
      </w:tblGrid>
      <w:tr w:rsidR="0007566D">
        <w:trPr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1.</w:t>
            </w: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7566D" w:rsidRDefault="0007566D">
            <w:pP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SNJEŽANA TEPIĆ</w:t>
            </w:r>
          </w:p>
        </w:tc>
      </w:tr>
    </w:tbl>
    <w:p w:rsidR="0007566D" w:rsidRDefault="0007566D">
      <w:pPr>
        <w:spacing w:line="150" w:lineRule="exac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7566D" w:rsidRDefault="0007566D">
      <w:pPr>
        <w:ind w:right="20"/>
        <w:rPr>
          <w:rFonts w:ascii="Arial" w:hAnsi="Arial" w:cs="Arial"/>
          <w:color w:val="000000"/>
          <w:sz w:val="20"/>
          <w:szCs w:val="20"/>
          <w:lang w:val="de-DE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5.</w:t>
            </w: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spacing w:after="30"/>
              <w:ind w:left="4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HRVATSKA ČISTA STRANKA PRAVA - HČSP</w:t>
            </w:r>
          </w:p>
        </w:tc>
      </w:tr>
    </w:tbl>
    <w:p w:rsidR="0007566D" w:rsidRDefault="0007566D">
      <w:pPr>
        <w:spacing w:before="60" w:after="15"/>
        <w:ind w:left="540" w:right="20"/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  <w:lang w:val="de-DE"/>
        </w:rPr>
        <w:t>ije dobila ni jedno mjesto, te s te liste nije izabran niti jedan član.</w:t>
      </w:r>
    </w:p>
    <w:tbl>
      <w:tblPr>
        <w:tblW w:w="9640" w:type="dxa"/>
        <w:tblInd w:w="-106" w:type="dxa"/>
        <w:tblLayout w:type="fixed"/>
        <w:tblLook w:val="0000"/>
      </w:tblPr>
      <w:tblGrid>
        <w:gridCol w:w="360"/>
        <w:gridCol w:w="9280"/>
      </w:tblGrid>
      <w:tr w:rsidR="0007566D">
        <w:trPr>
          <w:cantSplit/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</w:p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</w:p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928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07566D" w:rsidRDefault="0007566D">
            <w:pPr>
              <w:spacing w:line="23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VI. Na osnovi članka 107. stavka 1. u svezi članka 103. stavka 1. i 2. Zakona </w:t>
            </w:r>
            <w:r>
              <w:rPr>
                <w:rFonts w:ascii="Arial" w:hAnsi="Arial" w:cs="Arial"/>
                <w:sz w:val="20"/>
                <w:szCs w:val="20"/>
              </w:rPr>
              <w:t>o lokalnim izborima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i članka 20. Ustavnog zakona o pravima nacionalnih manjina ("Narodne novine", broj 155/02, 47/10, 80/10 i 93/11), utvrđuje se da na provedenim izborima u općinskom vijeću nije osigurana odgovarajuća zastupljenost pripadnika srpske nacionalne manjine, te se broj članova općinskog vijeća povećava za 2 mjesta.</w:t>
            </w:r>
          </w:p>
        </w:tc>
      </w:tr>
      <w:tr w:rsidR="0007566D">
        <w:trPr>
          <w:cantSplit/>
          <w:trHeight w:val="62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rPr>
                <w:sz w:val="20"/>
                <w:szCs w:val="20"/>
              </w:rPr>
            </w:pPr>
          </w:p>
        </w:tc>
        <w:tc>
          <w:tcPr>
            <w:tcW w:w="928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rPr>
                <w:sz w:val="20"/>
                <w:szCs w:val="20"/>
              </w:rPr>
            </w:pPr>
          </w:p>
        </w:tc>
      </w:tr>
    </w:tbl>
    <w:p w:rsidR="0007566D" w:rsidRDefault="0007566D">
      <w:pPr>
        <w:ind w:right="20"/>
        <w:rPr>
          <w:rFonts w:ascii="Arial" w:hAnsi="Arial" w:cs="Arial"/>
          <w:color w:val="000000"/>
          <w:sz w:val="20"/>
          <w:szCs w:val="20"/>
          <w:lang w:val="de-DE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360"/>
        <w:gridCol w:w="9280"/>
      </w:tblGrid>
      <w:tr w:rsidR="0007566D">
        <w:trPr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 VII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07566D" w:rsidRDefault="000756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Na osnovi članka 107. stavka 3., 4. i 5. Zakona o lokalnim izborima, pravo na dodatne članove u općinskom vijeću ostvaruju</w:t>
            </w:r>
          </w:p>
        </w:tc>
      </w:tr>
    </w:tbl>
    <w:p w:rsidR="0007566D" w:rsidRDefault="0007566D">
      <w:pPr>
        <w:ind w:right="20"/>
        <w:rPr>
          <w:rFonts w:ascii="Arial" w:hAnsi="Arial" w:cs="Arial"/>
          <w:color w:val="000000"/>
          <w:sz w:val="20"/>
          <w:szCs w:val="20"/>
          <w:lang w:val="de-DE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00"/>
        <w:gridCol w:w="9140"/>
      </w:tblGrid>
      <w:tr w:rsidR="0007566D">
        <w:trPr>
          <w:trHeight w:val="28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1.</w:t>
            </w: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spacing w:after="30"/>
              <w:ind w:left="4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HRVATSKA ČISTA STRANKA PRAVA - HČSP</w:t>
            </w:r>
          </w:p>
        </w:tc>
      </w:tr>
    </w:tbl>
    <w:p w:rsidR="0007566D" w:rsidRDefault="0007566D">
      <w:pPr>
        <w:spacing w:before="60" w:after="75"/>
        <w:ind w:left="540" w:right="20"/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t>Nositelj liste: MIJO RUF</w:t>
      </w:r>
    </w:p>
    <w:p w:rsidR="0007566D" w:rsidRDefault="0007566D">
      <w:pPr>
        <w:spacing w:before="60" w:after="15"/>
        <w:ind w:left="540" w:right="20"/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t>ostvarila je pravo na 1  mjesto te je s te liste izabrana:</w:t>
      </w:r>
    </w:p>
    <w:tbl>
      <w:tblPr>
        <w:tblW w:w="0" w:type="auto"/>
        <w:tblInd w:w="-106" w:type="dxa"/>
        <w:tblLayout w:type="fixed"/>
        <w:tblLook w:val="0000"/>
      </w:tblPr>
      <w:tblGrid>
        <w:gridCol w:w="360"/>
        <w:gridCol w:w="140"/>
        <w:gridCol w:w="8640"/>
        <w:gridCol w:w="500"/>
      </w:tblGrid>
      <w:tr w:rsidR="0007566D">
        <w:trPr>
          <w:gridAfter w:val="1"/>
          <w:wAfter w:w="500" w:type="dxa"/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87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7566D" w:rsidRDefault="0007566D">
            <w:pP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1.DANICA KALEM</w:t>
            </w:r>
          </w:p>
          <w:p w:rsidR="0007566D" w:rsidRDefault="0007566D">
            <w:pP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</w:p>
        </w:tc>
      </w:tr>
      <w:tr w:rsidR="0007566D">
        <w:trPr>
          <w:trHeight w:val="28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 xml:space="preserve"> 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.</w:t>
            </w:r>
          </w:p>
        </w:tc>
        <w:tc>
          <w:tcPr>
            <w:tcW w:w="9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66D" w:rsidRDefault="0007566D">
            <w:pPr>
              <w:spacing w:after="30"/>
              <w:ind w:left="4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KANDIDACIJSKA LISTA GRUPE BIRAČA</w:t>
            </w:r>
          </w:p>
        </w:tc>
      </w:tr>
    </w:tbl>
    <w:p w:rsidR="0007566D" w:rsidRDefault="0007566D">
      <w:pPr>
        <w:spacing w:before="60" w:after="75"/>
        <w:ind w:left="540" w:right="20"/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t>Nositelj liste: MATIJA REIZOVIĆ</w:t>
      </w:r>
    </w:p>
    <w:p w:rsidR="0007566D" w:rsidRDefault="0007566D">
      <w:pPr>
        <w:spacing w:before="60" w:after="15"/>
        <w:ind w:left="540" w:right="20"/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t>ostvarila je pravo na 1  mjesto te je s te liste izabrana:</w:t>
      </w:r>
    </w:p>
    <w:tbl>
      <w:tblPr>
        <w:tblW w:w="0" w:type="auto"/>
        <w:tblInd w:w="-106" w:type="dxa"/>
        <w:tblLayout w:type="fixed"/>
        <w:tblLook w:val="0000"/>
      </w:tblPr>
      <w:tblGrid>
        <w:gridCol w:w="360"/>
        <w:gridCol w:w="8780"/>
      </w:tblGrid>
      <w:tr w:rsidR="0007566D">
        <w:trPr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1.</w:t>
            </w: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7566D" w:rsidRDefault="0007566D">
            <w:pP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BRANKA RADMANOVIĆ</w:t>
            </w:r>
          </w:p>
        </w:tc>
      </w:tr>
    </w:tbl>
    <w:p w:rsidR="0007566D" w:rsidRDefault="0007566D">
      <w:pPr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7566D" w:rsidRDefault="0007566D">
      <w:pPr>
        <w:spacing w:line="240" w:lineRule="exact"/>
        <w:jc w:val="center"/>
      </w:pPr>
      <w:r>
        <w:t>III</w:t>
      </w:r>
    </w:p>
    <w:p w:rsidR="0007566D" w:rsidRDefault="0007566D">
      <w:pPr>
        <w:spacing w:line="240" w:lineRule="exact"/>
        <w:jc w:val="center"/>
      </w:pPr>
    </w:p>
    <w:p w:rsidR="0007566D" w:rsidRDefault="0007566D">
      <w:pPr>
        <w:jc w:val="both"/>
        <w:rPr>
          <w:rFonts w:ascii="Arial" w:hAnsi="Arial" w:cs="Arial"/>
          <w:sz w:val="20"/>
          <w:szCs w:val="20"/>
        </w:rPr>
      </w:pPr>
      <w:r>
        <w:tab/>
      </w:r>
      <w:r>
        <w:rPr>
          <w:rFonts w:ascii="Arial" w:hAnsi="Arial" w:cs="Arial"/>
          <w:sz w:val="20"/>
          <w:szCs w:val="20"/>
        </w:rPr>
        <w:t>Ružica Karagić, nositeljica kandidacijske liste grupe birača izabrana je za općinsku načelnicu Općine Hrvatska Dubica prihvatila tu dužnost i istu od 29.05.2017. godine obavlja profesionalno.</w:t>
      </w:r>
    </w:p>
    <w:p w:rsidR="0007566D" w:rsidRDefault="0007566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Dužnost općinske načelnice nespojiva je sa članstvom u predstavničkom tijelu, a Ružica Karagić je, dana 09.06.2017. godine, Jedinstvenom upravnom odjelu Općine Hrvatska Dubica dostavila pisanu obavijest o mirovanju mandata.</w:t>
      </w:r>
    </w:p>
    <w:p w:rsidR="0007566D" w:rsidRDefault="0007566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Sukladno odredbi članka 81. Zakona o lokalnim izborima za njezinu zamjenicu određuje se MARIJA ŠESTIĆ, sljedeća neizabrana kandidatkinja s liste grupe birača nositeljice Ružice Karagić.</w:t>
      </w:r>
    </w:p>
    <w:p w:rsidR="0007566D" w:rsidRDefault="0007566D">
      <w:pPr>
        <w:jc w:val="both"/>
        <w:rPr>
          <w:rFonts w:ascii="Arial" w:hAnsi="Arial" w:cs="Arial"/>
          <w:sz w:val="20"/>
          <w:szCs w:val="20"/>
        </w:rPr>
      </w:pPr>
    </w:p>
    <w:p w:rsidR="0007566D" w:rsidRDefault="0007566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Izabrani kandidat DARIO ABAZA, iz osobnih razloga, podnio je zahtjev za mirovanje mandata. Koalicija stranaka (HDZ, HSS, HSP), sukladno odredbi članka 79. Zakona o lokalnim izborima i Uputi za postupanje Ministarstva uprave od 05. lipnja 2013. godine, dostavila je prijedlog da umjesto Daria Abaze za člana Općinskog vijeća Općine Hrvatska Dubica određuju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neizabranu vijećnicu  MARIJANU MILAS.</w:t>
      </w:r>
    </w:p>
    <w:p w:rsidR="0007566D" w:rsidRDefault="0007566D">
      <w:pPr>
        <w:spacing w:line="240" w:lineRule="exact"/>
        <w:jc w:val="center"/>
      </w:pPr>
    </w:p>
    <w:tbl>
      <w:tblPr>
        <w:tblpPr w:leftFromText="180" w:rightFromText="180" w:horzAnchor="margin" w:tblpXSpec="right" w:tblpY="590"/>
        <w:tblW w:w="9140" w:type="dxa"/>
        <w:tblLayout w:type="fixed"/>
        <w:tblLook w:val="0000"/>
      </w:tblPr>
      <w:tblGrid>
        <w:gridCol w:w="360"/>
        <w:gridCol w:w="8780"/>
      </w:tblGrid>
      <w:tr w:rsidR="0007566D">
        <w:trPr>
          <w:trHeight w:val="2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7566D" w:rsidRDefault="0007566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7566D" w:rsidRDefault="000756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7566D" w:rsidRDefault="0007566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Izabrani kandidat MATIJA ĆORIĆ, iz osobnih razloga, podnio je zahtjev za mirovanje mandata. Koalicija stranaka (HDZ, HSS, HSP), sukladno odredbi članka 79. Zakona o lokalnim izborima i Uputi za postupanje Ministarstva uprave od 05. lipnja 2013. godine, dostavila je prijedlog da umjesto Matije Ćorića za člana Općinskog vijeća Općine Hrvatska Dubica određuju  neizabranog vijećnika  IVU JURIĆA.</w:t>
      </w:r>
    </w:p>
    <w:p w:rsidR="0007566D" w:rsidRDefault="0007566D">
      <w:pPr>
        <w:jc w:val="both"/>
        <w:rPr>
          <w:rFonts w:ascii="Arial" w:hAnsi="Arial" w:cs="Arial"/>
          <w:sz w:val="20"/>
          <w:szCs w:val="20"/>
        </w:rPr>
      </w:pPr>
    </w:p>
    <w:p w:rsidR="0007566D" w:rsidRDefault="0007566D">
      <w:pPr>
        <w:jc w:val="both"/>
        <w:rPr>
          <w:rFonts w:ascii="Arial" w:hAnsi="Arial" w:cs="Arial"/>
          <w:sz w:val="20"/>
          <w:szCs w:val="20"/>
        </w:rPr>
      </w:pPr>
    </w:p>
    <w:p w:rsidR="0007566D" w:rsidRDefault="0007566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</w:t>
      </w:r>
    </w:p>
    <w:p w:rsidR="0007566D" w:rsidRDefault="0007566D">
      <w:pPr>
        <w:spacing w:line="240" w:lineRule="exact"/>
        <w:rPr>
          <w:sz w:val="2"/>
          <w:szCs w:val="2"/>
        </w:rPr>
      </w:pPr>
    </w:p>
    <w:p w:rsidR="0007566D" w:rsidRDefault="0007566D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Slijedom točke I, II i III ovoga Izvješća</w:t>
      </w:r>
      <w:r>
        <w:rPr>
          <w:rFonts w:ascii="Arial" w:hAnsi="Arial" w:cs="Arial"/>
          <w:b/>
          <w:bCs/>
          <w:sz w:val="20"/>
          <w:szCs w:val="20"/>
        </w:rPr>
        <w:t xml:space="preserve"> VERIFICIRAJU SE, POTVRĐUJU SE </w:t>
      </w:r>
      <w:r>
        <w:rPr>
          <w:rFonts w:ascii="Arial" w:hAnsi="Arial" w:cs="Arial"/>
          <w:sz w:val="20"/>
          <w:szCs w:val="20"/>
        </w:rPr>
        <w:t>mandati članicama/članovima Općinskog vijeća Općine Hrvatska Dubica, kako slijedi:</w:t>
      </w:r>
    </w:p>
    <w:p w:rsidR="0007566D" w:rsidRDefault="0007566D">
      <w:pPr>
        <w:spacing w:line="240" w:lineRule="exact"/>
        <w:rPr>
          <w:rFonts w:ascii="Arial" w:hAnsi="Arial" w:cs="Arial"/>
          <w:sz w:val="20"/>
          <w:szCs w:val="20"/>
        </w:rPr>
      </w:pPr>
    </w:p>
    <w:p w:rsidR="0007566D" w:rsidRDefault="0007566D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MARIJA ŠESTIĆ</w:t>
      </w:r>
    </w:p>
    <w:p w:rsidR="0007566D" w:rsidRDefault="0007566D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MATEA CVITANOVIĆ</w:t>
      </w:r>
    </w:p>
    <w:p w:rsidR="0007566D" w:rsidRDefault="0007566D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KATA KARAGIĆ</w:t>
      </w:r>
    </w:p>
    <w:p w:rsidR="0007566D" w:rsidRDefault="0007566D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DARKO ĆORIĆ</w:t>
      </w:r>
    </w:p>
    <w:p w:rsidR="0007566D" w:rsidRDefault="0007566D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IGOR KUTLEŠIĆ</w:t>
      </w:r>
    </w:p>
    <w:p w:rsidR="0007566D" w:rsidRDefault="0007566D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TOMISLAV MATELJAK</w:t>
      </w:r>
    </w:p>
    <w:p w:rsidR="0007566D" w:rsidRDefault="0007566D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MARIJANA MILAS</w:t>
      </w:r>
    </w:p>
    <w:p w:rsidR="0007566D" w:rsidRDefault="0007566D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IVO JURIĆ</w:t>
      </w:r>
    </w:p>
    <w:p w:rsidR="0007566D" w:rsidRDefault="0007566D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ŽELJKO MILIČEVIĆ</w:t>
      </w:r>
    </w:p>
    <w:p w:rsidR="0007566D" w:rsidRDefault="0007566D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MATIJA REIZOVIĆ</w:t>
      </w:r>
    </w:p>
    <w:p w:rsidR="0007566D" w:rsidRDefault="0007566D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SNJEŽANA TEPIĆ</w:t>
      </w:r>
    </w:p>
    <w:p w:rsidR="0007566D" w:rsidRDefault="0007566D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DANICA KALEM</w:t>
      </w:r>
    </w:p>
    <w:p w:rsidR="0007566D" w:rsidRDefault="0007566D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BRANKA RADMANOVIĆ.</w:t>
      </w:r>
    </w:p>
    <w:p w:rsidR="0007566D" w:rsidRDefault="0007566D">
      <w:pPr>
        <w:ind w:firstLine="708"/>
        <w:rPr>
          <w:rFonts w:ascii="Arial" w:hAnsi="Arial" w:cs="Arial"/>
          <w:sz w:val="20"/>
          <w:szCs w:val="20"/>
        </w:rPr>
      </w:pPr>
    </w:p>
    <w:p w:rsidR="0007566D" w:rsidRDefault="0007566D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</w:t>
      </w:r>
    </w:p>
    <w:p w:rsidR="0007566D" w:rsidRDefault="0007566D">
      <w:pPr>
        <w:ind w:firstLine="708"/>
        <w:rPr>
          <w:rFonts w:ascii="Arial" w:hAnsi="Arial" w:cs="Arial"/>
          <w:sz w:val="20"/>
          <w:szCs w:val="20"/>
        </w:rPr>
      </w:pPr>
    </w:p>
    <w:p w:rsidR="0007566D" w:rsidRDefault="0007566D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Mandat novoizabranim članicama/članovima Općinskog vijeća Općine Hrvatska Dubica teče od 12. lipnja 2017. godine i traje do stupanja na snagu Odluke Vlade Republike Hrvatske o raspisivanju izbora za članice/članove predstavničkih tijela jedinica lokalne i područne (regionalne) samouprave, odnosno do stupanja na snagu Odluke Vlade Republike Hrvatske o raspuštanju predstavničkog tijela Općine Hrvatska Dubica, sukladno Zakonu o lokalnoj i područnoj (regionalnoj) samoupravi.</w:t>
      </w:r>
    </w:p>
    <w:p w:rsidR="0007566D" w:rsidRDefault="0007566D">
      <w:pPr>
        <w:jc w:val="both"/>
        <w:rPr>
          <w:rFonts w:ascii="Arial" w:hAnsi="Arial" w:cs="Arial"/>
          <w:sz w:val="20"/>
          <w:szCs w:val="20"/>
        </w:rPr>
      </w:pPr>
    </w:p>
    <w:p w:rsidR="0007566D" w:rsidRDefault="0007566D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Članice/članovi Općinskog vijeća ovu časnu dužnost obavljat će sukladno zakonu, Statutu i drugom općim aktima Općine Hrvatska Dubica.</w:t>
      </w:r>
    </w:p>
    <w:p w:rsidR="0007566D" w:rsidRDefault="0007566D">
      <w:pPr>
        <w:rPr>
          <w:rFonts w:ascii="Arial" w:hAnsi="Arial" w:cs="Arial"/>
          <w:sz w:val="20"/>
          <w:szCs w:val="20"/>
        </w:rPr>
      </w:pPr>
    </w:p>
    <w:p w:rsidR="0007566D" w:rsidRDefault="0007566D">
      <w:pPr>
        <w:rPr>
          <w:rFonts w:ascii="Arial" w:hAnsi="Arial" w:cs="Arial"/>
          <w:sz w:val="20"/>
          <w:szCs w:val="20"/>
        </w:rPr>
      </w:pPr>
    </w:p>
    <w:p w:rsidR="0007566D" w:rsidRDefault="0007566D">
      <w:pPr>
        <w:rPr>
          <w:rFonts w:ascii="Arial" w:hAnsi="Arial" w:cs="Arial"/>
          <w:sz w:val="20"/>
          <w:szCs w:val="20"/>
        </w:rPr>
      </w:pPr>
    </w:p>
    <w:p w:rsidR="0007566D" w:rsidRDefault="0007566D">
      <w:pPr>
        <w:rPr>
          <w:rFonts w:ascii="Arial" w:hAnsi="Arial" w:cs="Arial"/>
          <w:sz w:val="20"/>
          <w:szCs w:val="20"/>
        </w:rPr>
      </w:pPr>
    </w:p>
    <w:p w:rsidR="0007566D" w:rsidRDefault="0007566D">
      <w:pPr>
        <w:pStyle w:val="BodyText"/>
        <w:numPr>
          <w:ilvl w:val="0"/>
          <w:numId w:val="3"/>
        </w:numPr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 _________________________ - predsjednik</w:t>
      </w:r>
    </w:p>
    <w:p w:rsidR="0007566D" w:rsidRDefault="0007566D">
      <w:pPr>
        <w:pStyle w:val="BodyText"/>
        <w:ind w:left="720"/>
        <w:rPr>
          <w:rFonts w:ascii="Arial" w:hAnsi="Arial" w:cs="Arial"/>
          <w:b w:val="0"/>
          <w:bCs w:val="0"/>
          <w:sz w:val="20"/>
          <w:szCs w:val="20"/>
        </w:rPr>
      </w:pPr>
    </w:p>
    <w:p w:rsidR="0007566D" w:rsidRDefault="0007566D">
      <w:pPr>
        <w:pStyle w:val="BodyText"/>
        <w:ind w:left="720"/>
        <w:rPr>
          <w:rFonts w:ascii="Arial" w:hAnsi="Arial" w:cs="Arial"/>
          <w:b w:val="0"/>
          <w:bCs w:val="0"/>
          <w:sz w:val="20"/>
          <w:szCs w:val="20"/>
        </w:rPr>
      </w:pPr>
    </w:p>
    <w:p w:rsidR="0007566D" w:rsidRDefault="0007566D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 - član/ica</w:t>
      </w:r>
    </w:p>
    <w:p w:rsidR="0007566D" w:rsidRDefault="0007566D">
      <w:pPr>
        <w:pStyle w:val="ListParagraph"/>
        <w:rPr>
          <w:rFonts w:ascii="Arial" w:hAnsi="Arial" w:cs="Arial"/>
          <w:sz w:val="20"/>
          <w:szCs w:val="20"/>
        </w:rPr>
      </w:pPr>
    </w:p>
    <w:p w:rsidR="0007566D" w:rsidRDefault="0007566D">
      <w:pPr>
        <w:pStyle w:val="ListParagraph"/>
        <w:rPr>
          <w:rFonts w:ascii="Arial" w:hAnsi="Arial" w:cs="Arial"/>
          <w:sz w:val="20"/>
          <w:szCs w:val="20"/>
        </w:rPr>
      </w:pPr>
    </w:p>
    <w:p w:rsidR="0007566D" w:rsidRDefault="000756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3.    _________________________ - član/ica</w:t>
      </w:r>
    </w:p>
    <w:p w:rsidR="0007566D" w:rsidRDefault="000756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:rsidR="0007566D" w:rsidRDefault="0007566D">
      <w:pPr>
        <w:rPr>
          <w:b/>
          <w:bCs/>
        </w:rPr>
      </w:pPr>
    </w:p>
    <w:sectPr w:rsidR="0007566D" w:rsidSect="00075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85923"/>
    <w:multiLevelType w:val="hybridMultilevel"/>
    <w:tmpl w:val="20780866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1">
    <w:nsid w:val="3B614238"/>
    <w:multiLevelType w:val="hybridMultilevel"/>
    <w:tmpl w:val="865C0CBE"/>
    <w:lvl w:ilvl="0" w:tplc="75C8138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ascii="Times New Roman" w:hAnsi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/>
      </w:rPr>
    </w:lvl>
  </w:abstractNum>
  <w:abstractNum w:abstractNumId="2">
    <w:nsid w:val="4748578C"/>
    <w:multiLevelType w:val="hybridMultilevel"/>
    <w:tmpl w:val="906AAAEA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566D"/>
    <w:rsid w:val="00075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paragraph" w:styleId="NoSpacing">
    <w:name w:val="No Spacing"/>
    <w:uiPriority w:val="99"/>
    <w:qFormat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BodyText">
    <w:name w:val="Body Text"/>
    <w:basedOn w:val="Normal"/>
    <w:link w:val="BodyTextChar"/>
    <w:uiPriority w:val="99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4</Pages>
  <Words>1018</Words>
  <Characters>5803</Characters>
  <Application>Microsoft Office Outlook</Application>
  <DocSecurity>0</DocSecurity>
  <Lines>0</Lines>
  <Paragraphs>0</Paragraphs>
  <ScaleCrop>false</ScaleCrop>
  <Company>Općina Hrvatska Dubica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Dubica</cp:lastModifiedBy>
  <cp:revision>46</cp:revision>
  <cp:lastPrinted>2017-06-12T06:53:00Z</cp:lastPrinted>
  <dcterms:created xsi:type="dcterms:W3CDTF">2017-06-07T11:06:00Z</dcterms:created>
  <dcterms:modified xsi:type="dcterms:W3CDTF">2017-06-29T11:47:00Z</dcterms:modified>
</cp:coreProperties>
</file>